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133F6" w14:textId="2ACE512C" w:rsidR="00103740" w:rsidRPr="001A0693" w:rsidRDefault="00103740" w:rsidP="00103740">
      <w:pPr>
        <w:pStyle w:val="OZNPROJEKTUwskazaniedatylubwersjiprojektu"/>
      </w:pPr>
      <w:r w:rsidRPr="001A0693">
        <w:t xml:space="preserve">Projekt z dnia </w:t>
      </w:r>
      <w:r w:rsidR="000B5548">
        <w:t>2</w:t>
      </w:r>
      <w:r w:rsidR="000E421E">
        <w:t>1</w:t>
      </w:r>
      <w:bookmarkStart w:id="0" w:name="_GoBack"/>
      <w:bookmarkEnd w:id="0"/>
      <w:r w:rsidR="001C081D">
        <w:t> </w:t>
      </w:r>
      <w:r w:rsidR="00B93098">
        <w:t>stycznia 2021</w:t>
      </w:r>
      <w:r w:rsidRPr="001A0693">
        <w:t xml:space="preserve"> r. </w:t>
      </w:r>
    </w:p>
    <w:p w14:paraId="79735641" w14:textId="77777777" w:rsidR="00103740" w:rsidRDefault="00103740" w:rsidP="003D46DA">
      <w:pPr>
        <w:pStyle w:val="OZNRODZAKTUtznustawalubrozporzdzenieiorganwydajcy"/>
      </w:pPr>
    </w:p>
    <w:p w14:paraId="58C0FF69" w14:textId="77777777" w:rsidR="003D46DA" w:rsidRDefault="003D46DA" w:rsidP="003D46DA">
      <w:pPr>
        <w:pStyle w:val="OZNRODZAKTUtznustawalubrozporzdzenieiorganwydajcy"/>
      </w:pPr>
      <w:r>
        <w:t xml:space="preserve">Rozporządzenie </w:t>
      </w:r>
    </w:p>
    <w:p w14:paraId="7F134C76" w14:textId="77777777" w:rsidR="003D46DA" w:rsidRDefault="003D46DA" w:rsidP="003D46DA">
      <w:pPr>
        <w:pStyle w:val="OZNRODZAKTUtznustawalubrozporzdzenieiorganwydajcy"/>
      </w:pPr>
      <w:r>
        <w:t>Ministra ROZWOJu, Pracy</w:t>
      </w:r>
      <w:r w:rsidR="00103740">
        <w:t xml:space="preserve"> i </w:t>
      </w:r>
      <w:r>
        <w:t>Technologii</w:t>
      </w:r>
      <w:r w:rsidRPr="00F11D51">
        <w:rPr>
          <w:rStyle w:val="IGindeksgrny"/>
        </w:rPr>
        <w:footnoteReference w:id="1"/>
      </w:r>
      <w:r w:rsidRPr="00F11D51">
        <w:rPr>
          <w:rStyle w:val="IGindeksgrny"/>
        </w:rPr>
        <w:t>)</w:t>
      </w:r>
    </w:p>
    <w:p w14:paraId="22694B99" w14:textId="5BE04922" w:rsidR="003D46DA" w:rsidRDefault="00103740" w:rsidP="00103740">
      <w:pPr>
        <w:pStyle w:val="DATAAKTUdatauchwalenialubwydaniaaktu"/>
      </w:pPr>
      <w:r>
        <w:t xml:space="preserve"> z </w:t>
      </w:r>
      <w:r w:rsidR="003D46DA">
        <w:t>dnia …</w:t>
      </w:r>
      <w:r>
        <w:t>………</w:t>
      </w:r>
      <w:r w:rsidR="00122B6A">
        <w:t>….. 202</w:t>
      </w:r>
      <w:r w:rsidR="0083407F">
        <w:t>1 </w:t>
      </w:r>
      <w:r>
        <w:t>r.</w:t>
      </w:r>
    </w:p>
    <w:p w14:paraId="3C85E275" w14:textId="77777777" w:rsidR="003D46DA" w:rsidRDefault="003D46DA" w:rsidP="00103740">
      <w:pPr>
        <w:pStyle w:val="TYTUAKTUprzedmiotregulacjiustawylubrozporzdzenia"/>
      </w:pPr>
      <w:r>
        <w:t xml:space="preserve">w sprawie </w:t>
      </w:r>
      <w:r w:rsidR="00E8147F">
        <w:t xml:space="preserve">określenia </w:t>
      </w:r>
      <w:r>
        <w:t xml:space="preserve">wzorów </w:t>
      </w:r>
      <w:r w:rsidRPr="00626016">
        <w:t>formularz</w:t>
      </w:r>
      <w:r>
        <w:t>y</w:t>
      </w:r>
      <w:r w:rsidRPr="00626016">
        <w:t xml:space="preserve"> wniosk</w:t>
      </w:r>
      <w:r>
        <w:t>ów</w:t>
      </w:r>
      <w:r w:rsidR="00103740" w:rsidRPr="00626016">
        <w:t xml:space="preserve"> </w:t>
      </w:r>
      <w:r w:rsidR="00103740" w:rsidRPr="003773E9">
        <w:t>o</w:t>
      </w:r>
      <w:r w:rsidR="00103740">
        <w:t> </w:t>
      </w:r>
      <w:r w:rsidRPr="00EE3CBA">
        <w:t>przeniesienie</w:t>
      </w:r>
      <w:r>
        <w:t xml:space="preserve"> </w:t>
      </w:r>
      <w:r w:rsidRPr="00EE3CBA">
        <w:t>decyzji</w:t>
      </w:r>
      <w:r w:rsidR="00103740" w:rsidRPr="00EE3CBA">
        <w:t xml:space="preserve"> o</w:t>
      </w:r>
      <w:r w:rsidR="00103740">
        <w:t> </w:t>
      </w:r>
      <w:r w:rsidRPr="00EE3CBA">
        <w:t>pozwoleniu na budowę,</w:t>
      </w:r>
      <w:r>
        <w:t xml:space="preserve"> </w:t>
      </w:r>
      <w:r w:rsidRPr="00EE3CBA">
        <w:t>decyzji</w:t>
      </w:r>
      <w:r w:rsidR="00103740" w:rsidRPr="00EE3CBA">
        <w:t xml:space="preserve"> o</w:t>
      </w:r>
      <w:r w:rsidR="00103740">
        <w:t> </w:t>
      </w:r>
      <w:r w:rsidRPr="00EE3CBA">
        <w:t xml:space="preserve">pozwoleniu na wznowienie robót budowlanych, </w:t>
      </w:r>
      <w:r>
        <w:t xml:space="preserve">oraz </w:t>
      </w:r>
      <w:r w:rsidRPr="00EE3CBA">
        <w:t>praw</w:t>
      </w:r>
      <w:r w:rsidR="00103740" w:rsidRPr="00EE3CBA">
        <w:t xml:space="preserve"> i</w:t>
      </w:r>
      <w:r w:rsidR="00103740">
        <w:t> </w:t>
      </w:r>
      <w:r w:rsidRPr="00EE3CBA">
        <w:t>obowiązków wynikających ze zgłoszenia, wobec którego organ nie wniósł sprzeciwu</w:t>
      </w:r>
    </w:p>
    <w:p w14:paraId="774D6CFB" w14:textId="030C467A" w:rsidR="003D46DA" w:rsidRDefault="003D46DA" w:rsidP="003D46DA">
      <w:pPr>
        <w:pStyle w:val="NIEARTTEKSTtekstnieartykuowanynppodstprawnarozplubpreambua"/>
      </w:pPr>
      <w:r>
        <w:t>Na podstawie</w:t>
      </w:r>
      <w:r w:rsidR="0083407F">
        <w:t xml:space="preserve"> art. </w:t>
      </w:r>
      <w:r>
        <w:t>4</w:t>
      </w:r>
      <w:r w:rsidR="0083407F">
        <w:t>0 ust. </w:t>
      </w:r>
      <w:r w:rsidR="00103740">
        <w:t>6 </w:t>
      </w:r>
      <w:r>
        <w:t>ustawy</w:t>
      </w:r>
      <w:r w:rsidR="00103740">
        <w:t xml:space="preserve"> z </w:t>
      </w:r>
      <w:r>
        <w:t xml:space="preserve">dnia </w:t>
      </w:r>
      <w:r w:rsidR="00103740">
        <w:t>7 </w:t>
      </w:r>
      <w:r>
        <w:t>lipca 199</w:t>
      </w:r>
      <w:r w:rsidR="00103740">
        <w:t>4 </w:t>
      </w:r>
      <w:r>
        <w:t xml:space="preserve">r. </w:t>
      </w:r>
      <w:r w:rsidR="006B2B44" w:rsidRPr="00426281">
        <w:t>–</w:t>
      </w:r>
      <w:r w:rsidR="001C081D">
        <w:t xml:space="preserve"> </w:t>
      </w:r>
      <w:r>
        <w:t>Prawo budowlane (</w:t>
      </w:r>
      <w:r w:rsidR="0083407F">
        <w:t>Dz. U.</w:t>
      </w:r>
      <w:r w:rsidR="00103740">
        <w:t xml:space="preserve"> z </w:t>
      </w:r>
      <w:r>
        <w:t>202</w:t>
      </w:r>
      <w:r w:rsidR="00103740">
        <w:t>0 </w:t>
      </w:r>
      <w:r>
        <w:t>r.</w:t>
      </w:r>
      <w:r w:rsidR="0083407F">
        <w:t xml:space="preserve"> poz. </w:t>
      </w:r>
      <w:r>
        <w:t>1333</w:t>
      </w:r>
      <w:r w:rsidR="004933C8">
        <w:t>, 212</w:t>
      </w:r>
      <w:r w:rsidR="0083407F">
        <w:t>7 i </w:t>
      </w:r>
      <w:r w:rsidR="00867F3B">
        <w:t>232</w:t>
      </w:r>
      <w:r w:rsidR="0083407F">
        <w:t>0 oraz</w:t>
      </w:r>
      <w:r w:rsidR="001C081D">
        <w:t xml:space="preserve"> z </w:t>
      </w:r>
      <w:r w:rsidR="00867F3B">
        <w:t>202</w:t>
      </w:r>
      <w:r w:rsidR="001C081D">
        <w:t>1 </w:t>
      </w:r>
      <w:r w:rsidR="00867F3B">
        <w:t>r.</w:t>
      </w:r>
      <w:r w:rsidR="0083407F">
        <w:t xml:space="preserve"> poz. </w:t>
      </w:r>
      <w:r w:rsidR="00867F3B">
        <w:t>11</w:t>
      </w:r>
      <w:r>
        <w:t>) zarządza się, co następuje:</w:t>
      </w:r>
    </w:p>
    <w:p w14:paraId="705AC826" w14:textId="77777777" w:rsidR="003D46DA" w:rsidRPr="003D46DA" w:rsidRDefault="003D46DA" w:rsidP="003D46DA">
      <w:pPr>
        <w:pStyle w:val="ARTartustawynprozporzdzenia"/>
      </w:pPr>
      <w:r w:rsidRPr="00103740">
        <w:rPr>
          <w:rStyle w:val="Ppogrubienie"/>
        </w:rPr>
        <w:t>§ 1.</w:t>
      </w:r>
      <w:r>
        <w:t xml:space="preserve"> Rozporządzenie określa </w:t>
      </w:r>
      <w:r w:rsidRPr="003D46DA">
        <w:t>wzory formularzy wniosków</w:t>
      </w:r>
      <w:r w:rsidR="00103740" w:rsidRPr="003D46DA">
        <w:t xml:space="preserve"> o</w:t>
      </w:r>
      <w:r w:rsidR="00103740">
        <w:t> </w:t>
      </w:r>
      <w:r w:rsidRPr="003D46DA">
        <w:t>przeniesienie:</w:t>
      </w:r>
    </w:p>
    <w:p w14:paraId="65BD5A74" w14:textId="6EFF0978" w:rsidR="003D46DA" w:rsidRPr="003D46DA" w:rsidRDefault="00103740" w:rsidP="00103740">
      <w:pPr>
        <w:pStyle w:val="PKTpunkt"/>
      </w:pPr>
      <w:r>
        <w:t>1)</w:t>
      </w:r>
      <w:r>
        <w:tab/>
      </w:r>
      <w:r w:rsidR="003D46DA" w:rsidRPr="003D46DA">
        <w:t>decyzji</w:t>
      </w:r>
      <w:r w:rsidRPr="003D46DA">
        <w:t xml:space="preserve"> o</w:t>
      </w:r>
      <w:r>
        <w:t> </w:t>
      </w:r>
      <w:r w:rsidR="003D46DA" w:rsidRPr="003D46DA">
        <w:t>pozwoleniu na budowę, który stanowi załącznik</w:t>
      </w:r>
      <w:r w:rsidR="0083407F">
        <w:t xml:space="preserve"> nr </w:t>
      </w:r>
      <w:r w:rsidRPr="003D46DA">
        <w:t>1</w:t>
      </w:r>
      <w:r>
        <w:t> </w:t>
      </w:r>
      <w:r w:rsidR="009C419A">
        <w:t>do rozporządzenia,</w:t>
      </w:r>
    </w:p>
    <w:p w14:paraId="2C440FB3" w14:textId="06309A5A" w:rsidR="003D46DA" w:rsidRPr="003D46DA" w:rsidRDefault="00103740" w:rsidP="00103740">
      <w:pPr>
        <w:pStyle w:val="PKTpunkt"/>
      </w:pPr>
      <w:r>
        <w:t>2)</w:t>
      </w:r>
      <w:r>
        <w:tab/>
      </w:r>
      <w:r w:rsidR="003D46DA" w:rsidRPr="003D46DA">
        <w:t>decyzji</w:t>
      </w:r>
      <w:r w:rsidRPr="003D46DA">
        <w:t xml:space="preserve"> o</w:t>
      </w:r>
      <w:r>
        <w:t> </w:t>
      </w:r>
      <w:r w:rsidR="003D46DA" w:rsidRPr="003D46DA">
        <w:t>pozwoleniu na wznowienie robót budowlanych,</w:t>
      </w:r>
      <w:r w:rsidRPr="003D46DA">
        <w:t xml:space="preserve"> o</w:t>
      </w:r>
      <w:r>
        <w:t> </w:t>
      </w:r>
      <w:r w:rsidR="003D46DA" w:rsidRPr="003D46DA">
        <w:t>której mowa</w:t>
      </w:r>
      <w:r w:rsidR="0083407F" w:rsidRPr="003D46DA">
        <w:t xml:space="preserve"> w</w:t>
      </w:r>
      <w:r w:rsidR="0083407F">
        <w:t> art. </w:t>
      </w:r>
      <w:r w:rsidR="003D46DA" w:rsidRPr="003D46DA">
        <w:t>5</w:t>
      </w:r>
      <w:r w:rsidR="0083407F" w:rsidRPr="003D46DA">
        <w:t>1</w:t>
      </w:r>
      <w:r w:rsidR="0083407F">
        <w:t xml:space="preserve"> ust. </w:t>
      </w:r>
      <w:r w:rsidR="0083407F" w:rsidRPr="003D46DA">
        <w:t>4</w:t>
      </w:r>
      <w:r w:rsidR="0083407F">
        <w:t> ustawy z dnia 7 lipca 1994 r. – Prawo budowlane</w:t>
      </w:r>
      <w:r w:rsidR="003D46DA" w:rsidRPr="003D46DA">
        <w:t>, który stanowi załącznik</w:t>
      </w:r>
      <w:r w:rsidR="0083407F">
        <w:t xml:space="preserve"> nr </w:t>
      </w:r>
      <w:r w:rsidRPr="003D46DA">
        <w:t>2</w:t>
      </w:r>
      <w:r>
        <w:t> </w:t>
      </w:r>
      <w:r w:rsidR="003D46DA" w:rsidRPr="003D46DA">
        <w:t xml:space="preserve">do </w:t>
      </w:r>
      <w:r w:rsidR="009C419A">
        <w:t>rozporządzenia,</w:t>
      </w:r>
    </w:p>
    <w:p w14:paraId="4A1B0DA9" w14:textId="583252F5" w:rsidR="009C419A" w:rsidRDefault="00103740" w:rsidP="004933C8">
      <w:pPr>
        <w:pStyle w:val="PKTpunkt"/>
      </w:pPr>
      <w:r>
        <w:t>3)</w:t>
      </w:r>
      <w:r>
        <w:tab/>
      </w:r>
      <w:r w:rsidR="003D46DA" w:rsidRPr="003D46DA">
        <w:t>praw</w:t>
      </w:r>
      <w:r w:rsidRPr="003D46DA">
        <w:t xml:space="preserve"> i</w:t>
      </w:r>
      <w:r>
        <w:t> </w:t>
      </w:r>
      <w:r w:rsidR="003D46DA" w:rsidRPr="003D46DA">
        <w:t>obowiązków wynikających ze zgłoszenia, wobec którego organ nie wniósł sprzeciwu</w:t>
      </w:r>
      <w:bookmarkStart w:id="1" w:name="_Hlk55572551"/>
      <w:r w:rsidR="003D46DA" w:rsidRPr="003D46DA">
        <w:t>, który stanowi załącznik</w:t>
      </w:r>
      <w:r w:rsidR="0083407F">
        <w:t xml:space="preserve"> nr </w:t>
      </w:r>
      <w:r w:rsidRPr="003D46DA">
        <w:t>3</w:t>
      </w:r>
      <w:r>
        <w:t> </w:t>
      </w:r>
      <w:r w:rsidR="003D46DA" w:rsidRPr="003D46DA">
        <w:t>do rozporządzenia</w:t>
      </w:r>
      <w:bookmarkEnd w:id="1"/>
    </w:p>
    <w:p w14:paraId="354D6553" w14:textId="55887E4E" w:rsidR="00B93098" w:rsidRPr="003D46DA" w:rsidRDefault="006B2B44" w:rsidP="001C081D">
      <w:pPr>
        <w:pStyle w:val="CZWSPPKTczwsplnapunktw"/>
      </w:pPr>
      <w:r w:rsidRPr="00426281">
        <w:t>–</w:t>
      </w:r>
      <w:r w:rsidR="0083407F">
        <w:t xml:space="preserve"> w </w:t>
      </w:r>
      <w:r w:rsidR="00B93098">
        <w:t>tym</w:t>
      </w:r>
      <w:r w:rsidR="001C081D">
        <w:t xml:space="preserve"> w </w:t>
      </w:r>
      <w:r w:rsidR="00B93098">
        <w:t>formie dokumentu elektronicznego</w:t>
      </w:r>
      <w:r w:rsidR="001C081D">
        <w:t xml:space="preserve"> w </w:t>
      </w:r>
      <w:r w:rsidR="00B93098">
        <w:t>rozumieniu ustawy</w:t>
      </w:r>
      <w:r w:rsidR="001C081D">
        <w:t xml:space="preserve"> z </w:t>
      </w:r>
      <w:r w:rsidR="00B93098">
        <w:t>dnia 1</w:t>
      </w:r>
      <w:r w:rsidR="001C081D">
        <w:t>7 </w:t>
      </w:r>
      <w:r w:rsidR="00B93098">
        <w:t>lutego 200</w:t>
      </w:r>
      <w:r w:rsidR="001C081D">
        <w:t>5 </w:t>
      </w:r>
      <w:r w:rsidR="00B93098">
        <w:t>r.</w:t>
      </w:r>
      <w:r w:rsidR="001C081D">
        <w:t xml:space="preserve"> o </w:t>
      </w:r>
      <w:r w:rsidR="00B93098">
        <w:t>informatyzacji działalności podmiotów realizujących zadania publiczne (</w:t>
      </w:r>
      <w:r w:rsidR="0083407F">
        <w:t>Dz. U.</w:t>
      </w:r>
      <w:r w:rsidR="001C081D">
        <w:t xml:space="preserve"> z </w:t>
      </w:r>
      <w:r w:rsidR="00B93098">
        <w:t>202</w:t>
      </w:r>
      <w:r w:rsidR="001C081D">
        <w:t>0 </w:t>
      </w:r>
      <w:r w:rsidR="00B93098">
        <w:t>r.</w:t>
      </w:r>
      <w:r w:rsidR="0083407F">
        <w:t xml:space="preserve"> poz. </w:t>
      </w:r>
      <w:r w:rsidR="00B93098">
        <w:t>346, 568, 695, 151</w:t>
      </w:r>
      <w:r w:rsidR="0083407F">
        <w:t>7 i </w:t>
      </w:r>
      <w:r w:rsidR="00B93098">
        <w:t>2320),</w:t>
      </w:r>
    </w:p>
    <w:p w14:paraId="0AE7D8C0" w14:textId="50B9EA03" w:rsidR="003D46DA" w:rsidRDefault="003D46DA" w:rsidP="003D46DA">
      <w:pPr>
        <w:pStyle w:val="ARTartustawynprozporzdzenia"/>
      </w:pPr>
      <w:bookmarkStart w:id="2" w:name="_Hlk40363994"/>
      <w:r w:rsidRPr="00103740">
        <w:rPr>
          <w:rStyle w:val="Ppogrubienie"/>
        </w:rPr>
        <w:t>§ 2.</w:t>
      </w:r>
      <w:r w:rsidRPr="000926EC">
        <w:t xml:space="preserve"> Rozporządzenie wchodzi</w:t>
      </w:r>
      <w:r w:rsidR="00103740" w:rsidRPr="000926EC">
        <w:t xml:space="preserve"> w</w:t>
      </w:r>
      <w:r w:rsidR="00103740">
        <w:t> </w:t>
      </w:r>
      <w:r w:rsidRPr="000926EC">
        <w:t>życie</w:t>
      </w:r>
      <w:r w:rsidR="00103740" w:rsidRPr="000926EC">
        <w:t xml:space="preserve"> </w:t>
      </w:r>
      <w:r w:rsidR="00103740">
        <w:t>z </w:t>
      </w:r>
      <w:r>
        <w:t xml:space="preserve">dniem </w:t>
      </w:r>
      <w:r w:rsidR="001C081D">
        <w:t>4 </w:t>
      </w:r>
      <w:r w:rsidR="00693E95">
        <w:t>lutego</w:t>
      </w:r>
      <w:r w:rsidR="003C1375">
        <w:t xml:space="preserve"> 202</w:t>
      </w:r>
      <w:r w:rsidR="00B1000D">
        <w:t>1 </w:t>
      </w:r>
      <w:r w:rsidR="003C1375">
        <w:t>r.</w:t>
      </w:r>
    </w:p>
    <w:p w14:paraId="7B72F4BE" w14:textId="77777777" w:rsidR="00103740" w:rsidRPr="00103740" w:rsidRDefault="00103740" w:rsidP="00FC1B56">
      <w:pPr>
        <w:pStyle w:val="NAZORGWYDnazwaorganuwydajcegoprojektowanyakt"/>
        <w:ind w:left="0"/>
        <w:jc w:val="left"/>
      </w:pPr>
    </w:p>
    <w:p w14:paraId="042429AB" w14:textId="77777777" w:rsidR="003D46DA" w:rsidRDefault="00103740" w:rsidP="00103740">
      <w:pPr>
        <w:pStyle w:val="NAZORGWYDnazwaorganuwydajcegoprojektowanyakt"/>
      </w:pPr>
      <w:r w:rsidRPr="00103740">
        <w:t>MINISTER ROZWOJU, PRACY</w:t>
      </w:r>
      <w:r w:rsidR="006512EE" w:rsidRPr="00103740">
        <w:t xml:space="preserve"> I</w:t>
      </w:r>
      <w:r w:rsidR="006512EE">
        <w:t> </w:t>
      </w:r>
      <w:r w:rsidRPr="00103740">
        <w:t>TECHNOLOGII</w:t>
      </w:r>
    </w:p>
    <w:p w14:paraId="7A5F3659" w14:textId="77777777" w:rsidR="004933C8" w:rsidRDefault="004933C8" w:rsidP="00103740">
      <w:pPr>
        <w:pStyle w:val="NAZORGWYDnazwaorganuwydajcegoprojektowanyakt"/>
      </w:pPr>
    </w:p>
    <w:p w14:paraId="7526B6FD" w14:textId="5D8CD359" w:rsidR="00EE3194" w:rsidRPr="00737F6A" w:rsidRDefault="004933C8" w:rsidP="00A94256">
      <w:pPr>
        <w:pStyle w:val="NAZORGWYDnazwaorganuwydajcegoprojektowanyakt"/>
      </w:pPr>
      <w:r>
        <w:t>Jarosław gowin</w:t>
      </w:r>
      <w:bookmarkEnd w:id="2"/>
    </w:p>
    <w:sectPr w:rsidR="00EE3194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88753" w14:textId="77777777" w:rsidR="0092187C" w:rsidRDefault="0092187C">
      <w:r>
        <w:separator/>
      </w:r>
    </w:p>
  </w:endnote>
  <w:endnote w:type="continuationSeparator" w:id="0">
    <w:p w14:paraId="136296A2" w14:textId="77777777" w:rsidR="0092187C" w:rsidRDefault="00921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991BD" w14:textId="77777777" w:rsidR="0092187C" w:rsidRDefault="0092187C">
      <w:r>
        <w:separator/>
      </w:r>
    </w:p>
  </w:footnote>
  <w:footnote w:type="continuationSeparator" w:id="0">
    <w:p w14:paraId="7729E07E" w14:textId="77777777" w:rsidR="0092187C" w:rsidRDefault="0092187C">
      <w:r>
        <w:continuationSeparator/>
      </w:r>
    </w:p>
  </w:footnote>
  <w:footnote w:id="1">
    <w:p w14:paraId="142FF8EF" w14:textId="77777777" w:rsidR="003D46DA" w:rsidRDefault="003D46DA" w:rsidP="003D46DA">
      <w:pPr>
        <w:pStyle w:val="ODNONIKtreodnonika"/>
      </w:pPr>
      <w:r w:rsidRPr="00F11D51">
        <w:rPr>
          <w:rStyle w:val="IGindeksgrny"/>
        </w:rPr>
        <w:footnoteRef/>
      </w:r>
      <w:r w:rsidRPr="00F11D51">
        <w:rPr>
          <w:rStyle w:val="IGindeksgrny"/>
        </w:rPr>
        <w:t>)</w:t>
      </w:r>
      <w:r>
        <w:tab/>
      </w:r>
      <w:r w:rsidRPr="00B603AD">
        <w:t>Minister Rozwoju</w:t>
      </w:r>
      <w:r>
        <w:t>, Pracy i Technologii</w:t>
      </w:r>
      <w:r w:rsidRPr="00B603AD">
        <w:t xml:space="preserve"> kieruje działem administracji rządowej – budownictwo, planowanie i zagospodarowanie przestrzenne oraz mieszkalnictwo, na podstawie § 1 ust. 2 pkt 1 rozporządzenia Prezesa Rady Ministrów </w:t>
      </w:r>
      <w:r w:rsidRPr="00D735D2">
        <w:t xml:space="preserve">z dnia 6 października 2020 r. w sprawie szczegółowego zakresu działania Ministra Rozwoju, Pracy i Technologii </w:t>
      </w:r>
      <w:r w:rsidRPr="00B603AD">
        <w:t>(Dz. U. poz. 1</w:t>
      </w:r>
      <w:r>
        <w:t>718</w:t>
      </w:r>
      <w:r w:rsidRPr="00B603AD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AA02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EE3194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C78309B"/>
    <w:multiLevelType w:val="hybridMultilevel"/>
    <w:tmpl w:val="E03A942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6"/>
  </w:num>
  <w:num w:numId="6">
    <w:abstractNumId w:val="32"/>
  </w:num>
  <w:num w:numId="7">
    <w:abstractNumId w:val="36"/>
  </w:num>
  <w:num w:numId="8">
    <w:abstractNumId w:val="32"/>
  </w:num>
  <w:num w:numId="9">
    <w:abstractNumId w:val="36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4"/>
  </w:num>
  <w:num w:numId="28">
    <w:abstractNumId w:val="25"/>
  </w:num>
  <w:num w:numId="29">
    <w:abstractNumId w:val="37"/>
  </w:num>
  <w:num w:numId="30">
    <w:abstractNumId w:val="33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5"/>
  </w:num>
  <w:num w:numId="44">
    <w:abstractNumId w:val="1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DA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4C1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5D47"/>
    <w:rsid w:val="000B298D"/>
    <w:rsid w:val="000B5548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04E3"/>
    <w:rsid w:val="000E25CC"/>
    <w:rsid w:val="000E3694"/>
    <w:rsid w:val="000E421E"/>
    <w:rsid w:val="000E490F"/>
    <w:rsid w:val="000E6241"/>
    <w:rsid w:val="000F2BE3"/>
    <w:rsid w:val="000F3D0D"/>
    <w:rsid w:val="000F6ED4"/>
    <w:rsid w:val="000F7A6E"/>
    <w:rsid w:val="00103740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B6A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081D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375"/>
    <w:rsid w:val="003C1D49"/>
    <w:rsid w:val="003C35C4"/>
    <w:rsid w:val="003D12C2"/>
    <w:rsid w:val="003D31B9"/>
    <w:rsid w:val="003D3867"/>
    <w:rsid w:val="003D46DA"/>
    <w:rsid w:val="003E0D1A"/>
    <w:rsid w:val="003E2DA3"/>
    <w:rsid w:val="003F020D"/>
    <w:rsid w:val="003F03D9"/>
    <w:rsid w:val="003F2FBE"/>
    <w:rsid w:val="003F318D"/>
    <w:rsid w:val="003F4FF9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33C8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575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0C3E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12EE"/>
    <w:rsid w:val="00653B22"/>
    <w:rsid w:val="00657BF4"/>
    <w:rsid w:val="006603FB"/>
    <w:rsid w:val="006608DF"/>
    <w:rsid w:val="006623AC"/>
    <w:rsid w:val="006678AF"/>
    <w:rsid w:val="006701EF"/>
    <w:rsid w:val="006709B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3E95"/>
    <w:rsid w:val="006946BB"/>
    <w:rsid w:val="006969FA"/>
    <w:rsid w:val="006A35D5"/>
    <w:rsid w:val="006A748A"/>
    <w:rsid w:val="006B2B44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407F"/>
    <w:rsid w:val="008352D4"/>
    <w:rsid w:val="00836DB9"/>
    <w:rsid w:val="00837C67"/>
    <w:rsid w:val="008415B0"/>
    <w:rsid w:val="00841E8C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67F3B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D4130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187C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526A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19A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0E4A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29D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256"/>
    <w:rsid w:val="00A94574"/>
    <w:rsid w:val="00A95936"/>
    <w:rsid w:val="00A96265"/>
    <w:rsid w:val="00A9694E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513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000D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098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CF5607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082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147F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3194"/>
    <w:rsid w:val="00EF0B96"/>
    <w:rsid w:val="00EF3486"/>
    <w:rsid w:val="00EF3F23"/>
    <w:rsid w:val="00EF47AF"/>
    <w:rsid w:val="00EF53B6"/>
    <w:rsid w:val="00F00B73"/>
    <w:rsid w:val="00F115CA"/>
    <w:rsid w:val="00F11D51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1B56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1826D"/>
  <w15:docId w15:val="{5AAF70E4-AD7D-46D4-9394-DE78BC91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75EF07-F372-4C04-81C0-C3C5E4D05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9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Ewelina Grabowska</cp:lastModifiedBy>
  <cp:revision>17</cp:revision>
  <cp:lastPrinted>2012-04-23T06:39:00Z</cp:lastPrinted>
  <dcterms:created xsi:type="dcterms:W3CDTF">2020-12-11T10:16:00Z</dcterms:created>
  <dcterms:modified xsi:type="dcterms:W3CDTF">2021-01-20T10:56:00Z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